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8D4A2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60288" behindDoc="0" locked="0" layoutInCell="1" allowOverlap="1" wp14:anchorId="0E6CB9CE" wp14:editId="7C20DFCF">
            <wp:simplePos x="0" y="0"/>
            <wp:positionH relativeFrom="page">
              <wp:posOffset>5081270</wp:posOffset>
            </wp:positionH>
            <wp:positionV relativeFrom="page">
              <wp:posOffset>488315</wp:posOffset>
            </wp:positionV>
            <wp:extent cx="1864800" cy="507600"/>
            <wp:effectExtent l="0" t="0" r="2540" b="698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ogo CDL_RVB.e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8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59264" behindDoc="0" locked="0" layoutInCell="1" allowOverlap="1" wp14:anchorId="14370F73" wp14:editId="1F585D03">
            <wp:simplePos x="0" y="0"/>
            <wp:positionH relativeFrom="page">
              <wp:posOffset>899795</wp:posOffset>
            </wp:positionH>
            <wp:positionV relativeFrom="page">
              <wp:posOffset>448945</wp:posOffset>
            </wp:positionV>
            <wp:extent cx="1036800" cy="910800"/>
            <wp:effectExtent l="0" t="0" r="0" b="381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publique_Francaise_RVB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800" cy="9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C1F63C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</w:p>
    <w:p w14:paraId="47103C28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54E094A2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46B2FD58" w14:textId="77777777" w:rsidR="00937021" w:rsidRPr="00B752EE" w:rsidRDefault="00937021" w:rsidP="00937021">
      <w:pPr>
        <w:rPr>
          <w:rFonts w:ascii="Marianne Light" w:hAnsi="Marianne Light"/>
          <w:sz w:val="16"/>
        </w:rPr>
      </w:pPr>
    </w:p>
    <w:p w14:paraId="5BADE16C" w14:textId="77777777" w:rsidR="0048622B" w:rsidRPr="00B752EE" w:rsidRDefault="0048622B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  <w:r w:rsidRPr="00B752EE">
        <w:rPr>
          <w:rFonts w:ascii="Marianne Light" w:hAnsi="Marianne Light" w:cs="Arial"/>
          <w:caps/>
          <w:sz w:val="18"/>
          <w:szCs w:val="22"/>
        </w:rPr>
        <w:t>Attestation de visite de site</w:t>
      </w:r>
    </w:p>
    <w:p w14:paraId="38ADDEE0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014C0DC5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5DB9029A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3DD674C7" w14:textId="7E7C94EA" w:rsidR="001B4537" w:rsidRDefault="0048622B" w:rsidP="001B4537">
      <w:pPr>
        <w:pStyle w:val="RedTxt"/>
        <w:jc w:val="center"/>
        <w:rPr>
          <w:rFonts w:ascii="Marianne Light" w:hAnsi="Marianne Light"/>
          <w:szCs w:val="22"/>
        </w:rPr>
      </w:pPr>
      <w:r w:rsidRPr="00B752EE">
        <w:rPr>
          <w:rFonts w:ascii="Marianne Light" w:hAnsi="Marianne Light"/>
          <w:szCs w:val="22"/>
        </w:rPr>
        <w:t>Objet</w:t>
      </w:r>
      <w:r w:rsidRPr="001B4537">
        <w:rPr>
          <w:rFonts w:ascii="Calibri" w:hAnsi="Calibri" w:cs="Calibri"/>
          <w:szCs w:val="22"/>
        </w:rPr>
        <w:t> </w:t>
      </w:r>
      <w:r w:rsidRPr="00B752EE">
        <w:rPr>
          <w:rFonts w:ascii="Marianne Light" w:hAnsi="Marianne Light"/>
          <w:szCs w:val="22"/>
        </w:rPr>
        <w:t xml:space="preserve">: </w:t>
      </w:r>
      <w:bookmarkStart w:id="0" w:name="_Hlk210388380"/>
      <w:r w:rsidR="001B4537" w:rsidRPr="001B4537">
        <w:rPr>
          <w:rFonts w:ascii="Marianne Light" w:hAnsi="Marianne Light"/>
          <w:szCs w:val="22"/>
        </w:rPr>
        <w:t>Travaux de réaménagement du stationnement des Pierres Plates</w:t>
      </w:r>
      <w:r w:rsidR="001B4537">
        <w:rPr>
          <w:rFonts w:ascii="Marianne Light" w:hAnsi="Marianne Light"/>
          <w:szCs w:val="22"/>
        </w:rPr>
        <w:t xml:space="preserve"> -</w:t>
      </w:r>
    </w:p>
    <w:p w14:paraId="2917F6F7" w14:textId="1582195D" w:rsidR="001B4537" w:rsidRPr="001B4537" w:rsidRDefault="001B4537" w:rsidP="001B4537">
      <w:pPr>
        <w:pStyle w:val="RedTxt"/>
        <w:jc w:val="center"/>
        <w:rPr>
          <w:rFonts w:ascii="Marianne Light" w:hAnsi="Marianne Light"/>
          <w:szCs w:val="22"/>
        </w:rPr>
      </w:pPr>
      <w:r w:rsidRPr="001B4537">
        <w:rPr>
          <w:rFonts w:ascii="Marianne Light" w:hAnsi="Marianne Light"/>
          <w:szCs w:val="22"/>
        </w:rPr>
        <w:t>Commune de LOCMARIAQUER (56)</w:t>
      </w:r>
    </w:p>
    <w:bookmarkEnd w:id="0"/>
    <w:p w14:paraId="1DA5A517" w14:textId="176A2984" w:rsidR="00FA0057" w:rsidRPr="00B752EE" w:rsidRDefault="00FA0057" w:rsidP="00F74CF8">
      <w:pPr>
        <w:ind w:left="284" w:right="283"/>
        <w:jc w:val="center"/>
        <w:rPr>
          <w:rFonts w:ascii="Marianne Light" w:hAnsi="Marianne Light" w:cs="Arial"/>
          <w:b/>
          <w:bCs/>
          <w:sz w:val="18"/>
          <w:szCs w:val="22"/>
        </w:rPr>
      </w:pPr>
    </w:p>
    <w:p w14:paraId="76BB2BCF" w14:textId="77777777" w:rsidR="0048622B" w:rsidRPr="00B752EE" w:rsidRDefault="0048622B" w:rsidP="00FA0057">
      <w:pPr>
        <w:tabs>
          <w:tab w:val="left" w:pos="720"/>
        </w:tabs>
        <w:rPr>
          <w:rFonts w:ascii="Marianne Light" w:hAnsi="Marianne Light" w:cs="Arial"/>
          <w:sz w:val="18"/>
          <w:szCs w:val="22"/>
        </w:rPr>
      </w:pPr>
    </w:p>
    <w:p w14:paraId="058C96D8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7D838CA5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3AB78E47" w14:textId="77777777" w:rsidR="00D56AA5" w:rsidRPr="00B752EE" w:rsidRDefault="0048622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Je soussigné</w:t>
      </w:r>
      <w:r w:rsidR="00F74CF8" w:rsidRPr="00B752EE">
        <w:rPr>
          <w:rFonts w:ascii="Marianne Light" w:hAnsi="Marianne Light" w:cs="Arial"/>
          <w:sz w:val="18"/>
          <w:szCs w:val="22"/>
        </w:rPr>
        <w:t>(e) (</w:t>
      </w:r>
      <w:r w:rsidRPr="00B752EE">
        <w:rPr>
          <w:rFonts w:ascii="Marianne Light" w:hAnsi="Marianne Light" w:cs="Arial"/>
          <w:sz w:val="18"/>
          <w:szCs w:val="22"/>
        </w:rPr>
        <w:t>nom et fonction)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F74CF8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</w:t>
      </w:r>
      <w:r w:rsidR="00F74CF8" w:rsidRPr="00B752EE">
        <w:rPr>
          <w:rFonts w:ascii="Marianne Light" w:hAnsi="Marianne Light" w:cs="Arial"/>
          <w:sz w:val="18"/>
          <w:szCs w:val="22"/>
        </w:rPr>
        <w:t>....</w:t>
      </w:r>
    </w:p>
    <w:p w14:paraId="2EDA08D8" w14:textId="77777777" w:rsidR="0048622B" w:rsidRPr="00B752EE" w:rsidRDefault="00F74CF8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(</w:t>
      </w:r>
      <w:proofErr w:type="gramStart"/>
      <w:r w:rsidRPr="00B752EE">
        <w:rPr>
          <w:rFonts w:ascii="Marianne Light" w:hAnsi="Marianne Light" w:cs="Arial"/>
          <w:sz w:val="18"/>
          <w:szCs w:val="22"/>
        </w:rPr>
        <w:t>fonction</w:t>
      </w:r>
      <w:proofErr w:type="gramEnd"/>
      <w:r w:rsidR="00D56AA5" w:rsidRPr="00B752EE">
        <w:rPr>
          <w:rFonts w:ascii="Marianne Light" w:hAnsi="Marianne Light" w:cs="Arial"/>
          <w:sz w:val="18"/>
          <w:szCs w:val="22"/>
        </w:rPr>
        <w:t xml:space="preserve"> </w:t>
      </w:r>
      <w:r w:rsidRPr="00B752EE">
        <w:rPr>
          <w:rFonts w:ascii="Marianne Light" w:hAnsi="Marianne Light" w:cs="Arial"/>
          <w:sz w:val="18"/>
          <w:szCs w:val="22"/>
        </w:rPr>
        <w:t>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...............................................................................................................................</w:t>
      </w:r>
      <w:r w:rsidRPr="00B752EE">
        <w:rPr>
          <w:rFonts w:ascii="Marianne Light" w:hAnsi="Marianne Light" w:cs="Arial"/>
          <w:sz w:val="18"/>
          <w:szCs w:val="22"/>
        </w:rPr>
        <w:t>......</w:t>
      </w:r>
      <w:r w:rsidR="00FA0057" w:rsidRPr="00B752EE">
        <w:rPr>
          <w:rFonts w:ascii="Marianne Light" w:hAnsi="Marianne Light" w:cs="Arial"/>
          <w:sz w:val="18"/>
          <w:szCs w:val="22"/>
        </w:rPr>
        <w:t>)</w:t>
      </w:r>
      <w:r w:rsidR="0048622B" w:rsidRPr="00B752EE">
        <w:rPr>
          <w:rFonts w:ascii="Marianne Light" w:hAnsi="Marianne Light" w:cs="Arial"/>
          <w:sz w:val="18"/>
          <w:szCs w:val="22"/>
        </w:rPr>
        <w:t xml:space="preserve">, </w:t>
      </w:r>
    </w:p>
    <w:p w14:paraId="7D921225" w14:textId="77777777" w:rsidR="0048622B" w:rsidRPr="00B752EE" w:rsidRDefault="0048622B" w:rsidP="0048622B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proofErr w:type="gramStart"/>
      <w:r w:rsidRPr="00B752EE">
        <w:rPr>
          <w:rFonts w:ascii="Marianne Light" w:hAnsi="Marianne Light" w:cs="Arial"/>
          <w:sz w:val="18"/>
          <w:szCs w:val="22"/>
        </w:rPr>
        <w:t>certifie</w:t>
      </w:r>
      <w:proofErr w:type="gramEnd"/>
      <w:r w:rsidRPr="00B752EE">
        <w:rPr>
          <w:rFonts w:ascii="Marianne Light" w:hAnsi="Marianne Light" w:cs="Arial"/>
          <w:sz w:val="18"/>
          <w:szCs w:val="22"/>
        </w:rPr>
        <w:t xml:space="preserve"> que l’entreprise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(nom et adresse) : </w:t>
      </w:r>
      <w:r w:rsidRPr="00B752EE">
        <w:rPr>
          <w:rFonts w:ascii="Marianne Light" w:hAnsi="Marianne Light" w:cs="Marianne"/>
          <w:sz w:val="18"/>
          <w:szCs w:val="22"/>
        </w:rPr>
        <w:t>……………………………………………………………………</w:t>
      </w:r>
    </w:p>
    <w:p w14:paraId="67CF00D0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…………………………………………………..…………………</w:t>
      </w:r>
      <w:r w:rsidRPr="00B752EE">
        <w:rPr>
          <w:rFonts w:ascii="Calibri" w:hAnsi="Calibri" w:cs="Calibri"/>
          <w:sz w:val="18"/>
          <w:szCs w:val="22"/>
        </w:rPr>
        <w:t> </w:t>
      </w:r>
    </w:p>
    <w:p w14:paraId="0B5F10A5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……………………………………………………………………...</w:t>
      </w:r>
    </w:p>
    <w:p w14:paraId="590E3EB1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1287E159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A participé à la visite des lieux objet du marché précité.</w:t>
      </w:r>
    </w:p>
    <w:p w14:paraId="01DCCD08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0EB25A24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p w14:paraId="6B38CD54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8622B" w:rsidRPr="00B752EE" w14:paraId="79862EC4" w14:textId="77777777" w:rsidTr="00E6236A">
        <w:tc>
          <w:tcPr>
            <w:tcW w:w="4606" w:type="dxa"/>
          </w:tcPr>
          <w:p w14:paraId="7D29ED79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4C8832C4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représentant du pouvoir adjudicateur</w:t>
            </w:r>
          </w:p>
          <w:p w14:paraId="20107421" w14:textId="77777777" w:rsidR="00D56AA5" w:rsidRPr="00B752EE" w:rsidRDefault="00D56AA5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3243D12F" w14:textId="77777777" w:rsidR="00D56AA5" w:rsidRPr="00B752EE" w:rsidRDefault="00D56AA5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</w:t>
            </w:r>
            <w:r w:rsidRPr="00B752EE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………………………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,</w:t>
            </w:r>
          </w:p>
          <w:p w14:paraId="6EBCBE94" w14:textId="77777777" w:rsidR="0048622B" w:rsidRPr="00B752EE" w:rsidRDefault="0048622B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Calibri" w:hAnsi="Calibri" w:cs="Calibri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sz w:val="18"/>
                <w:szCs w:val="22"/>
              </w:rPr>
              <w:t>……………………………</w:t>
            </w:r>
            <w:proofErr w:type="gramStart"/>
            <w:r w:rsidRPr="00B752EE">
              <w:rPr>
                <w:rFonts w:ascii="Marianne Light" w:hAnsi="Marianne Light" w:cs="Marianne"/>
                <w:sz w:val="18"/>
                <w:szCs w:val="22"/>
              </w:rPr>
              <w:t>…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….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>…….</w:t>
            </w:r>
          </w:p>
          <w:p w14:paraId="59E8310B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3BAE67CF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  <w:r w:rsidRPr="00B752EE">
              <w:rPr>
                <w:rFonts w:ascii="Marianne Light" w:hAnsi="Marianne Light"/>
                <w:szCs w:val="22"/>
              </w:rPr>
              <w:t>Signature et cachet</w:t>
            </w:r>
            <w:r w:rsidRPr="00B752EE">
              <w:rPr>
                <w:rFonts w:ascii="Calibri" w:hAnsi="Calibri" w:cs="Calibri"/>
                <w:szCs w:val="22"/>
              </w:rPr>
              <w:t> </w:t>
            </w:r>
            <w:r w:rsidRPr="00B752EE">
              <w:rPr>
                <w:rFonts w:ascii="Marianne Light" w:hAnsi="Marianne Light"/>
                <w:szCs w:val="22"/>
              </w:rPr>
              <w:t>:</w:t>
            </w:r>
          </w:p>
          <w:p w14:paraId="2CD150DC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517C788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2C4EB4C7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627A003F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D685570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26A2A0C0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7FDB15A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6A89AE19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3EE8DE35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06A16B07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993A1DD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2FB58F93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  <w:tc>
          <w:tcPr>
            <w:tcW w:w="4606" w:type="dxa"/>
          </w:tcPr>
          <w:p w14:paraId="6351D0A5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54BE2667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candidat</w:t>
            </w:r>
          </w:p>
          <w:p w14:paraId="1DD41CCE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6D61C713" w14:textId="77777777" w:rsidR="0048622B" w:rsidRPr="00B752EE" w:rsidRDefault="0048622B" w:rsidP="00D56AA5">
            <w:pPr>
              <w:pStyle w:val="Corpsdetexte"/>
              <w:spacing w:after="120"/>
              <w:rPr>
                <w:rFonts w:ascii="Marianne Light" w:hAnsi="Marianne Light" w:cs="Arial"/>
                <w:color w:val="000000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 ...................................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 xml:space="preserve">..., </w:t>
            </w:r>
          </w:p>
          <w:p w14:paraId="5B1F259A" w14:textId="77777777" w:rsidR="0048622B" w:rsidRPr="00B752EE" w:rsidRDefault="0048622B" w:rsidP="00D56AA5">
            <w:pPr>
              <w:spacing w:line="360" w:lineRule="auto"/>
              <w:ind w:right="111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 xml:space="preserve"> .......................................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..</w:t>
            </w:r>
          </w:p>
          <w:p w14:paraId="54F26EF8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7397FAC1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Signature et cachet :</w:t>
            </w:r>
          </w:p>
          <w:p w14:paraId="287BB613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2D04C966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2BAF275F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</w:tr>
    </w:tbl>
    <w:p w14:paraId="2BBD0B71" w14:textId="77777777" w:rsidR="0048622B" w:rsidRPr="00B752EE" w:rsidRDefault="0048622B" w:rsidP="0048622B">
      <w:pPr>
        <w:jc w:val="both"/>
        <w:rPr>
          <w:rFonts w:ascii="Marianne Light" w:hAnsi="Marianne Light"/>
          <w:sz w:val="18"/>
        </w:rPr>
      </w:pPr>
    </w:p>
    <w:sectPr w:rsidR="0048622B" w:rsidRPr="00B752EE" w:rsidSect="0048622B">
      <w:footerReference w:type="first" r:id="rId8"/>
      <w:footnotePr>
        <w:numFmt w:val="lowerRoman"/>
      </w:footnotePr>
      <w:endnotePr>
        <w:numFmt w:val="decimal"/>
      </w:endnotePr>
      <w:pgSz w:w="11907" w:h="16840" w:code="9"/>
      <w:pgMar w:top="907" w:right="851" w:bottom="680" w:left="1134" w:header="397" w:footer="397" w:gutter="0"/>
      <w:pgNumType w:start="3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1E5C8" w14:textId="77777777" w:rsidR="001B4537" w:rsidRDefault="001B4537" w:rsidP="002262AF">
      <w:r>
        <w:separator/>
      </w:r>
    </w:p>
  </w:endnote>
  <w:endnote w:type="continuationSeparator" w:id="0">
    <w:p w14:paraId="15B99175" w14:textId="77777777" w:rsidR="001B4537" w:rsidRDefault="001B4537" w:rsidP="0022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4F411" w14:textId="77777777" w:rsidR="00300E3B" w:rsidRDefault="00300E3B" w:rsidP="001B4537">
    <w:pPr>
      <w:pStyle w:val="Pieddepage"/>
      <w:jc w:val="center"/>
    </w:pPr>
  </w:p>
  <w:p w14:paraId="2EAF466A" w14:textId="56841641" w:rsidR="001B4537" w:rsidRDefault="00F74CF8" w:rsidP="001B4537">
    <w:pPr>
      <w:pStyle w:val="RedTxt"/>
      <w:jc w:val="center"/>
      <w:rPr>
        <w:sz w:val="16"/>
        <w:szCs w:val="16"/>
      </w:rPr>
    </w:pPr>
    <w:r>
      <w:rPr>
        <w:sz w:val="16"/>
        <w:szCs w:val="16"/>
      </w:rPr>
      <w:t>Affaire n°</w:t>
    </w:r>
    <w:r w:rsidR="001B4537">
      <w:rPr>
        <w:sz w:val="16"/>
        <w:szCs w:val="16"/>
      </w:rPr>
      <w:t>2025M77</w:t>
    </w:r>
    <w:r w:rsidR="00300E3B">
      <w:rPr>
        <w:sz w:val="16"/>
        <w:szCs w:val="16"/>
      </w:rPr>
      <w:t xml:space="preserve"> - </w:t>
    </w:r>
    <w:r w:rsidR="001B4537" w:rsidRPr="001B4537">
      <w:rPr>
        <w:sz w:val="16"/>
        <w:szCs w:val="16"/>
      </w:rPr>
      <w:t>Travaux de réaménagement du stationnement des Pierres Plates –</w:t>
    </w:r>
  </w:p>
  <w:p w14:paraId="741A1B6A" w14:textId="798CEEBA" w:rsidR="001B4537" w:rsidRPr="001B4537" w:rsidRDefault="001B4537" w:rsidP="001B4537">
    <w:pPr>
      <w:pStyle w:val="RedTxt"/>
      <w:jc w:val="center"/>
      <w:rPr>
        <w:sz w:val="16"/>
        <w:szCs w:val="16"/>
      </w:rPr>
    </w:pPr>
    <w:r w:rsidRPr="001B4537">
      <w:rPr>
        <w:sz w:val="16"/>
        <w:szCs w:val="16"/>
      </w:rPr>
      <w:t>Commune de LOCMARIAQUER (56)</w:t>
    </w:r>
  </w:p>
  <w:p w14:paraId="63040D89" w14:textId="289AB53C" w:rsidR="00300E3B" w:rsidRPr="00021B4B" w:rsidRDefault="00300E3B" w:rsidP="00300E3B">
    <w:pPr>
      <w:ind w:left="284" w:right="283"/>
      <w:jc w:val="center"/>
      <w:rPr>
        <w:bCs/>
        <w:sz w:val="16"/>
        <w:szCs w:val="16"/>
      </w:rPr>
    </w:pPr>
  </w:p>
  <w:p w14:paraId="2D88270C" w14:textId="77777777" w:rsidR="00300E3B" w:rsidRDefault="00300E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1BA91" w14:textId="77777777" w:rsidR="001B4537" w:rsidRDefault="001B4537" w:rsidP="002262AF">
      <w:r>
        <w:separator/>
      </w:r>
    </w:p>
  </w:footnote>
  <w:footnote w:type="continuationSeparator" w:id="0">
    <w:p w14:paraId="77A9C8EE" w14:textId="77777777" w:rsidR="001B4537" w:rsidRDefault="001B4537" w:rsidP="0022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37"/>
    <w:rsid w:val="0005033A"/>
    <w:rsid w:val="001B4537"/>
    <w:rsid w:val="0020303E"/>
    <w:rsid w:val="002262AF"/>
    <w:rsid w:val="00300E3B"/>
    <w:rsid w:val="003133A1"/>
    <w:rsid w:val="00317B99"/>
    <w:rsid w:val="0037484B"/>
    <w:rsid w:val="0043103B"/>
    <w:rsid w:val="00454732"/>
    <w:rsid w:val="00483054"/>
    <w:rsid w:val="0048622B"/>
    <w:rsid w:val="004D0812"/>
    <w:rsid w:val="0054246B"/>
    <w:rsid w:val="005535A4"/>
    <w:rsid w:val="005C6664"/>
    <w:rsid w:val="00631DC8"/>
    <w:rsid w:val="00643356"/>
    <w:rsid w:val="006A1EB3"/>
    <w:rsid w:val="008B7E0B"/>
    <w:rsid w:val="00937021"/>
    <w:rsid w:val="009B1473"/>
    <w:rsid w:val="009F484E"/>
    <w:rsid w:val="00A64E5A"/>
    <w:rsid w:val="00AB356D"/>
    <w:rsid w:val="00B33407"/>
    <w:rsid w:val="00B752EE"/>
    <w:rsid w:val="00BF3DE2"/>
    <w:rsid w:val="00BF785F"/>
    <w:rsid w:val="00C837A9"/>
    <w:rsid w:val="00CE4FC6"/>
    <w:rsid w:val="00D56AA5"/>
    <w:rsid w:val="00E04012"/>
    <w:rsid w:val="00E27D25"/>
    <w:rsid w:val="00E6236A"/>
    <w:rsid w:val="00F46D53"/>
    <w:rsid w:val="00F74CF8"/>
    <w:rsid w:val="00FA0057"/>
    <w:rsid w:val="00FB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27376"/>
  <w15:chartTrackingRefBased/>
  <w15:docId w15:val="{D4D7FFCA-B6D1-4DEE-982D-62538FB7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22B"/>
    <w:rPr>
      <w:rFonts w:ascii="Helv" w:eastAsia="Times New Roman" w:hAnsi="Helv"/>
    </w:rPr>
  </w:style>
  <w:style w:type="paragraph" w:styleId="Titre2">
    <w:name w:val="heading 2"/>
    <w:basedOn w:val="Normal"/>
    <w:next w:val="Normal"/>
    <w:link w:val="Titre2Car"/>
    <w:qFormat/>
    <w:rsid w:val="0048622B"/>
    <w:pPr>
      <w:keepNext/>
      <w:spacing w:before="120" w:after="60"/>
      <w:ind w:left="284"/>
      <w:outlineLvl w:val="1"/>
    </w:pPr>
    <w:rPr>
      <w:rFonts w:ascii="CG Times" w:hAnsi="CG Times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8622B"/>
    <w:rPr>
      <w:rFonts w:ascii="CG Times" w:eastAsia="Times New Roman" w:hAnsi="CG Times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48622B"/>
    <w:rPr>
      <w:rFonts w:ascii="Tms Rmn" w:hAnsi="Tms Rm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48622B"/>
    <w:rPr>
      <w:rFonts w:ascii="Tms Rmn" w:eastAsia="Times New Roman" w:hAnsi="Tms Rmn" w:cs="Times New Roman"/>
      <w:sz w:val="24"/>
      <w:szCs w:val="24"/>
      <w:lang w:eastAsia="fr-FR"/>
    </w:rPr>
  </w:style>
  <w:style w:type="paragraph" w:customStyle="1" w:styleId="RedTxt">
    <w:name w:val="RedTxt"/>
    <w:aliases w:val="Justifié,Gauche :  1 cm"/>
    <w:basedOn w:val="Normal"/>
    <w:link w:val="RedTxtCar"/>
    <w:uiPriority w:val="99"/>
    <w:rsid w:val="0048622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2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22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0E3B"/>
    <w:rPr>
      <w:rFonts w:ascii="Helv" w:eastAsia="Times New Roman" w:hAnsi="Helv"/>
    </w:rPr>
  </w:style>
  <w:style w:type="paragraph" w:styleId="Pieddepage">
    <w:name w:val="footer"/>
    <w:basedOn w:val="Normal"/>
    <w:link w:val="Pieddepag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0E3B"/>
    <w:rPr>
      <w:rFonts w:ascii="Helv" w:eastAsia="Times New Roman" w:hAnsi="Helv"/>
    </w:rPr>
  </w:style>
  <w:style w:type="character" w:customStyle="1" w:styleId="RedTxtCar">
    <w:name w:val="RedTxt Car"/>
    <w:aliases w:val="Justifié Car,Gauche :  1 cm Car"/>
    <w:basedOn w:val="Policepardfaut"/>
    <w:link w:val="RedTxt"/>
    <w:uiPriority w:val="99"/>
    <w:locked/>
    <w:rsid w:val="001B4537"/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thena\Dematerialisation_cdl\Service_commande_publique\3_BRETAGNE\MARCHES\2025\2025M77_Trx_Pierres_Plates_MR\1_PROCEDURE\2_DCE_Travail\Attestation_visite_si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Attestation_visite_site</Template>
  <TotalTime>2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cdl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RAVELAUD Marion</dc:creator>
  <cp:keywords/>
  <dc:description>à joindre au DCE, dans les modalités de la consultation</dc:description>
  <cp:lastModifiedBy>RAVELAUD Marion</cp:lastModifiedBy>
  <cp:revision>1</cp:revision>
  <dcterms:created xsi:type="dcterms:W3CDTF">2025-10-10T13:50:00Z</dcterms:created>
  <dcterms:modified xsi:type="dcterms:W3CDTF">2025-10-10T13:52:00Z</dcterms:modified>
</cp:coreProperties>
</file>